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A48" w:rsidRPr="004D041B" w:rsidRDefault="008C7A48" w:rsidP="00A27A6A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Agenda: Monday</w:t>
      </w:r>
      <w:r w:rsidRPr="004D041B">
        <w:rPr>
          <w:rFonts w:ascii="Arial" w:hAnsi="Arial" w:cs="Arial"/>
          <w:b/>
          <w:sz w:val="44"/>
          <w:szCs w:val="44"/>
        </w:rPr>
        <w:t xml:space="preserve">, </w:t>
      </w:r>
      <w:r>
        <w:rPr>
          <w:rFonts w:ascii="Arial" w:hAnsi="Arial" w:cs="Arial"/>
          <w:b/>
          <w:sz w:val="44"/>
          <w:szCs w:val="44"/>
        </w:rPr>
        <w:t>10/11</w:t>
      </w:r>
    </w:p>
    <w:p w:rsidR="008C7A48" w:rsidRDefault="008C7A48" w:rsidP="00A27A6A">
      <w:pPr>
        <w:rPr>
          <w:rFonts w:ascii="Arial" w:hAnsi="Arial" w:cs="Arial"/>
          <w:b/>
          <w:sz w:val="38"/>
          <w:szCs w:val="38"/>
        </w:rPr>
      </w:pPr>
    </w:p>
    <w:p w:rsidR="008C7A48" w:rsidRDefault="008C7A48" w:rsidP="00A27A6A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Do Now- in notebook</w:t>
      </w:r>
      <w:r>
        <w:rPr>
          <w:rFonts w:ascii="Arial" w:hAnsi="Arial" w:cs="Arial"/>
          <w:b/>
          <w:sz w:val="38"/>
          <w:szCs w:val="38"/>
        </w:rPr>
        <w:tab/>
      </w:r>
      <w:r>
        <w:rPr>
          <w:rFonts w:ascii="Arial" w:hAnsi="Arial" w:cs="Arial"/>
          <w:b/>
          <w:sz w:val="38"/>
          <w:szCs w:val="38"/>
        </w:rPr>
        <w:tab/>
      </w:r>
    </w:p>
    <w:p w:rsidR="008C7A48" w:rsidRDefault="008C7A48" w:rsidP="00A27A6A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“I think speed means…”</w:t>
      </w:r>
    </w:p>
    <w:p w:rsidR="008C7A48" w:rsidRDefault="008C7A48" w:rsidP="00A27A6A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“The difference between speed and velocity is…”</w:t>
      </w:r>
    </w:p>
    <w:p w:rsidR="008C7A48" w:rsidRDefault="008C7A48" w:rsidP="00A27A6A">
      <w:pPr>
        <w:rPr>
          <w:rFonts w:ascii="Arial" w:hAnsi="Arial" w:cs="Arial"/>
          <w:b/>
          <w:sz w:val="38"/>
          <w:szCs w:val="38"/>
        </w:rPr>
      </w:pPr>
    </w:p>
    <w:p w:rsidR="008C7A48" w:rsidRDefault="008C7A48" w:rsidP="00A27A6A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Take out:</w:t>
      </w:r>
    </w:p>
    <w:p w:rsidR="008C7A48" w:rsidRDefault="008C7A48" w:rsidP="00A27A6A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Lab Contracts (lab this week?)</w:t>
      </w:r>
    </w:p>
    <w:p w:rsidR="008C7A48" w:rsidRDefault="008C7A48" w:rsidP="00A27A6A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Vocab Mini-Book</w:t>
      </w:r>
    </w:p>
    <w:p w:rsidR="008C7A48" w:rsidRDefault="008C7A48" w:rsidP="00A27A6A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Notebook</w:t>
      </w:r>
    </w:p>
    <w:p w:rsidR="008C7A48" w:rsidRDefault="008C7A48" w:rsidP="00A27A6A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Distance vs. Displacement graph paper</w:t>
      </w:r>
    </w:p>
    <w:p w:rsidR="008C7A48" w:rsidRDefault="008C7A48" w:rsidP="00A27A6A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Start bringing </w:t>
      </w:r>
      <w:r w:rsidRPr="00AE1118">
        <w:rPr>
          <w:rFonts w:ascii="Arial" w:hAnsi="Arial" w:cs="Arial"/>
          <w:b/>
          <w:color w:val="000080"/>
          <w:sz w:val="38"/>
          <w:szCs w:val="38"/>
        </w:rPr>
        <w:t>BLUE BOOKS</w:t>
      </w:r>
      <w:r>
        <w:rPr>
          <w:rFonts w:ascii="Arial" w:hAnsi="Arial" w:cs="Arial"/>
          <w:b/>
          <w:sz w:val="38"/>
          <w:szCs w:val="38"/>
        </w:rPr>
        <w:t xml:space="preserve"> to class</w:t>
      </w:r>
    </w:p>
    <w:p w:rsidR="008C7A48" w:rsidRDefault="008C7A48" w:rsidP="00A27A6A">
      <w:pPr>
        <w:rPr>
          <w:rFonts w:ascii="Arial" w:hAnsi="Arial" w:cs="Arial"/>
          <w:b/>
          <w:sz w:val="38"/>
          <w:szCs w:val="38"/>
        </w:rPr>
      </w:pPr>
    </w:p>
    <w:p w:rsidR="008C7A48" w:rsidRDefault="008C7A48" w:rsidP="00A27A6A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Section 11.2: Speed and Velocity</w:t>
      </w:r>
    </w:p>
    <w:p w:rsidR="008C7A48" w:rsidRDefault="008C7A48" w:rsidP="00857588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How fast could you get to class?</w:t>
      </w:r>
    </w:p>
    <w:p w:rsidR="008C7A48" w:rsidRDefault="008C7A48" w:rsidP="00A27A6A">
      <w:pPr>
        <w:rPr>
          <w:rFonts w:ascii="Arial" w:hAnsi="Arial" w:cs="Arial"/>
          <w:b/>
          <w:sz w:val="38"/>
          <w:szCs w:val="38"/>
        </w:rPr>
      </w:pPr>
    </w:p>
    <w:p w:rsidR="008C7A48" w:rsidRDefault="008C7A48" w:rsidP="00115289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Instantaneous vs. Average Speed </w:t>
      </w:r>
    </w:p>
    <w:p w:rsidR="008C7A48" w:rsidRDefault="008C7A48" w:rsidP="003852F4">
      <w:pPr>
        <w:ind w:left="360"/>
        <w:rPr>
          <w:rFonts w:ascii="Arial" w:hAnsi="Arial" w:cs="Arial"/>
          <w:b/>
          <w:sz w:val="38"/>
          <w:szCs w:val="38"/>
        </w:rPr>
      </w:pPr>
    </w:p>
    <w:p w:rsidR="008C7A48" w:rsidRDefault="008C7A48" w:rsidP="00A27A6A">
      <w:pPr>
        <w:ind w:left="720"/>
        <w:rPr>
          <w:rFonts w:ascii="Arial" w:hAnsi="Arial" w:cs="Arial"/>
          <w:b/>
          <w:sz w:val="38"/>
          <w:szCs w:val="38"/>
        </w:rPr>
      </w:pPr>
    </w:p>
    <w:p w:rsidR="008C7A48" w:rsidRDefault="008C7A48" w:rsidP="00A27A6A">
      <w:pPr>
        <w:jc w:val="center"/>
        <w:rPr>
          <w:rFonts w:ascii="Arial" w:hAnsi="Arial" w:cs="Arial"/>
          <w:b/>
          <w:sz w:val="44"/>
          <w:szCs w:val="44"/>
        </w:rPr>
      </w:pPr>
    </w:p>
    <w:p w:rsidR="008C7A48" w:rsidRDefault="008C7A48" w:rsidP="00A27A6A">
      <w:pPr>
        <w:jc w:val="center"/>
        <w:rPr>
          <w:rFonts w:ascii="Arial" w:hAnsi="Arial" w:cs="Arial"/>
          <w:b/>
          <w:sz w:val="44"/>
          <w:szCs w:val="44"/>
        </w:rPr>
      </w:pPr>
    </w:p>
    <w:p w:rsidR="008C7A48" w:rsidRDefault="008C7A48" w:rsidP="00A27A6A">
      <w:pPr>
        <w:jc w:val="center"/>
        <w:rPr>
          <w:rFonts w:ascii="Arial" w:hAnsi="Arial" w:cs="Arial"/>
          <w:b/>
          <w:sz w:val="44"/>
          <w:szCs w:val="44"/>
        </w:rPr>
      </w:pPr>
    </w:p>
    <w:p w:rsidR="008C7A48" w:rsidRDefault="008C7A48" w:rsidP="00A27A6A">
      <w:pPr>
        <w:jc w:val="center"/>
        <w:rPr>
          <w:rFonts w:ascii="Arial" w:hAnsi="Arial" w:cs="Arial"/>
          <w:b/>
          <w:sz w:val="44"/>
          <w:szCs w:val="44"/>
        </w:rPr>
      </w:pPr>
    </w:p>
    <w:p w:rsidR="008C7A48" w:rsidRDefault="008C7A48" w:rsidP="00A27A6A">
      <w:pPr>
        <w:jc w:val="center"/>
        <w:rPr>
          <w:rFonts w:ascii="Arial" w:hAnsi="Arial" w:cs="Arial"/>
          <w:b/>
          <w:sz w:val="44"/>
          <w:szCs w:val="44"/>
        </w:rPr>
      </w:pPr>
    </w:p>
    <w:p w:rsidR="008C7A48" w:rsidRDefault="008C7A48" w:rsidP="00A27A6A">
      <w:pPr>
        <w:jc w:val="center"/>
        <w:rPr>
          <w:rFonts w:ascii="Arial" w:hAnsi="Arial" w:cs="Arial"/>
          <w:b/>
          <w:sz w:val="44"/>
          <w:szCs w:val="44"/>
        </w:rPr>
      </w:pPr>
    </w:p>
    <w:p w:rsidR="008C7A48" w:rsidRDefault="008C7A48" w:rsidP="00A27A6A">
      <w:pPr>
        <w:jc w:val="center"/>
        <w:rPr>
          <w:rFonts w:ascii="Arial" w:hAnsi="Arial" w:cs="Arial"/>
          <w:b/>
          <w:sz w:val="44"/>
          <w:szCs w:val="44"/>
        </w:rPr>
      </w:pPr>
    </w:p>
    <w:p w:rsidR="008C7A48" w:rsidRDefault="008C7A48" w:rsidP="00A27A6A">
      <w:pPr>
        <w:jc w:val="center"/>
        <w:rPr>
          <w:rFonts w:ascii="Arial" w:hAnsi="Arial" w:cs="Arial"/>
          <w:b/>
          <w:sz w:val="44"/>
          <w:szCs w:val="44"/>
        </w:rPr>
      </w:pPr>
    </w:p>
    <w:p w:rsidR="008C7A48" w:rsidRDefault="008C7A48" w:rsidP="00A27A6A">
      <w:pPr>
        <w:jc w:val="center"/>
        <w:rPr>
          <w:rFonts w:ascii="Arial" w:hAnsi="Arial" w:cs="Arial"/>
          <w:b/>
          <w:sz w:val="44"/>
          <w:szCs w:val="44"/>
        </w:rPr>
      </w:pPr>
    </w:p>
    <w:p w:rsidR="008C7A48" w:rsidRDefault="008C7A48" w:rsidP="00A27A6A">
      <w:pPr>
        <w:jc w:val="center"/>
        <w:rPr>
          <w:rFonts w:ascii="Arial" w:hAnsi="Arial" w:cs="Arial"/>
          <w:b/>
          <w:sz w:val="44"/>
          <w:szCs w:val="44"/>
        </w:rPr>
      </w:pPr>
    </w:p>
    <w:p w:rsidR="008C7A48" w:rsidRDefault="008C7A48" w:rsidP="00A27A6A">
      <w:pPr>
        <w:jc w:val="center"/>
        <w:rPr>
          <w:rFonts w:ascii="Arial" w:hAnsi="Arial" w:cs="Arial"/>
          <w:b/>
          <w:sz w:val="44"/>
          <w:szCs w:val="44"/>
        </w:rPr>
      </w:pPr>
    </w:p>
    <w:p w:rsidR="008C7A48" w:rsidRDefault="008C7A48" w:rsidP="00A27A6A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br/>
      </w:r>
    </w:p>
    <w:p w:rsidR="008C7A48" w:rsidRPr="004D041B" w:rsidRDefault="008C7A48" w:rsidP="00A27A6A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Agenda: Monday</w:t>
      </w:r>
      <w:r w:rsidRPr="004D041B">
        <w:rPr>
          <w:rFonts w:ascii="Arial" w:hAnsi="Arial" w:cs="Arial"/>
          <w:b/>
          <w:sz w:val="44"/>
          <w:szCs w:val="44"/>
        </w:rPr>
        <w:t xml:space="preserve">, </w:t>
      </w:r>
      <w:r>
        <w:rPr>
          <w:rFonts w:ascii="Arial" w:hAnsi="Arial" w:cs="Arial"/>
          <w:b/>
          <w:sz w:val="44"/>
          <w:szCs w:val="44"/>
        </w:rPr>
        <w:t>10/11</w:t>
      </w:r>
    </w:p>
    <w:p w:rsidR="008C7A48" w:rsidRDefault="008C7A48" w:rsidP="00A27A6A">
      <w:pPr>
        <w:rPr>
          <w:rFonts w:ascii="Arial" w:hAnsi="Arial" w:cs="Arial"/>
          <w:b/>
          <w:sz w:val="38"/>
          <w:szCs w:val="38"/>
        </w:rPr>
      </w:pPr>
    </w:p>
    <w:p w:rsidR="008C7A48" w:rsidRDefault="008C7A48" w:rsidP="00A27A6A">
      <w:pPr>
        <w:rPr>
          <w:rFonts w:ascii="Arial" w:hAnsi="Arial" w:cs="Arial"/>
          <w:b/>
          <w:sz w:val="38"/>
          <w:szCs w:val="38"/>
        </w:rPr>
      </w:pPr>
    </w:p>
    <w:p w:rsidR="008C7A48" w:rsidRDefault="008C7A48" w:rsidP="00A27A6A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Do Now- in notebook</w:t>
      </w:r>
      <w:r>
        <w:rPr>
          <w:rFonts w:ascii="Arial" w:hAnsi="Arial" w:cs="Arial"/>
          <w:b/>
          <w:sz w:val="38"/>
          <w:szCs w:val="38"/>
        </w:rPr>
        <w:tab/>
      </w:r>
      <w:r>
        <w:rPr>
          <w:rFonts w:ascii="Arial" w:hAnsi="Arial" w:cs="Arial"/>
          <w:b/>
          <w:sz w:val="38"/>
          <w:szCs w:val="38"/>
        </w:rPr>
        <w:tab/>
      </w:r>
    </w:p>
    <w:p w:rsidR="008C7A48" w:rsidRDefault="008C7A48" w:rsidP="00A27A6A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“The concepts we talked about last week were…”</w:t>
      </w:r>
    </w:p>
    <w:p w:rsidR="008C7A48" w:rsidRDefault="008C7A48" w:rsidP="00A27A6A">
      <w:pPr>
        <w:rPr>
          <w:rFonts w:ascii="Arial" w:hAnsi="Arial" w:cs="Arial"/>
          <w:b/>
          <w:sz w:val="38"/>
          <w:szCs w:val="38"/>
        </w:rPr>
      </w:pPr>
    </w:p>
    <w:p w:rsidR="008C7A48" w:rsidRDefault="008C7A48" w:rsidP="00A27A6A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Take out:</w:t>
      </w:r>
    </w:p>
    <w:p w:rsidR="008C7A48" w:rsidRDefault="008C7A48" w:rsidP="00A27A6A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</w:t>
      </w:r>
      <w:bookmarkStart w:id="0" w:name="_GoBack"/>
      <w:bookmarkEnd w:id="0"/>
      <w:r>
        <w:rPr>
          <w:rFonts w:ascii="Arial" w:hAnsi="Arial" w:cs="Arial"/>
          <w:b/>
          <w:sz w:val="38"/>
          <w:szCs w:val="38"/>
        </w:rPr>
        <w:t>Lab Contracts (lab this week?)</w:t>
      </w:r>
    </w:p>
    <w:p w:rsidR="008C7A48" w:rsidRDefault="008C7A48" w:rsidP="00A27A6A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Vocab Mini-Book</w:t>
      </w:r>
    </w:p>
    <w:p w:rsidR="008C7A48" w:rsidRDefault="008C7A48" w:rsidP="00A27A6A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YAYAs</w:t>
      </w:r>
    </w:p>
    <w:p w:rsidR="008C7A48" w:rsidRDefault="008C7A48" w:rsidP="00A27A6A">
      <w:pPr>
        <w:rPr>
          <w:rFonts w:ascii="Arial" w:hAnsi="Arial" w:cs="Arial"/>
          <w:b/>
          <w:sz w:val="38"/>
          <w:szCs w:val="38"/>
        </w:rPr>
      </w:pPr>
    </w:p>
    <w:p w:rsidR="008C7A48" w:rsidRDefault="008C7A48" w:rsidP="00A27A6A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Distance vs. Displacement</w:t>
      </w:r>
    </w:p>
    <w:p w:rsidR="008C7A48" w:rsidRDefault="008C7A48" w:rsidP="00A27A6A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What is distance? Walk to the store</w:t>
      </w:r>
    </w:p>
    <w:p w:rsidR="008C7A48" w:rsidRDefault="008C7A48" w:rsidP="00A27A6A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What is displacement? Walk to store &amp; back</w:t>
      </w:r>
    </w:p>
    <w:p w:rsidR="008C7A48" w:rsidRDefault="008C7A48" w:rsidP="00A27A6A">
      <w:pPr>
        <w:ind w:left="720"/>
        <w:rPr>
          <w:rFonts w:ascii="Arial" w:hAnsi="Arial" w:cs="Arial"/>
          <w:b/>
          <w:sz w:val="38"/>
          <w:szCs w:val="38"/>
        </w:rPr>
      </w:pPr>
    </w:p>
    <w:p w:rsidR="008C7A48" w:rsidRDefault="008C7A48" w:rsidP="00A27A6A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Distance vs. Displacement Activity (graph paper)</w:t>
      </w:r>
    </w:p>
    <w:p w:rsidR="008C7A48" w:rsidRDefault="008C7A48" w:rsidP="00A27A6A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Draw two dots- one on each side of the paper, label them 1 and 2 (Block 1 &amp; 2 class)</w:t>
      </w:r>
    </w:p>
    <w:p w:rsidR="008C7A48" w:rsidRPr="00D33F7D" w:rsidRDefault="008C7A48" w:rsidP="00A27A6A">
      <w:pPr>
        <w:ind w:left="720"/>
        <w:rPr>
          <w:rFonts w:ascii="Arial" w:hAnsi="Arial" w:cs="Arial"/>
          <w:b/>
          <w:color w:val="008000"/>
          <w:sz w:val="38"/>
          <w:szCs w:val="38"/>
          <w:u w:val="single"/>
        </w:rPr>
      </w:pPr>
      <w:r>
        <w:rPr>
          <w:rFonts w:ascii="Arial" w:hAnsi="Arial" w:cs="Arial"/>
          <w:b/>
          <w:color w:val="008000"/>
          <w:sz w:val="38"/>
          <w:szCs w:val="38"/>
          <w:u w:val="single"/>
        </w:rPr>
        <w:t>Short way to class</w:t>
      </w:r>
    </w:p>
    <w:p w:rsidR="008C7A48" w:rsidRDefault="008C7A48" w:rsidP="00A27A6A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Start at A, go to B</w:t>
      </w:r>
    </w:p>
    <w:p w:rsidR="008C7A48" w:rsidRDefault="008C7A48" w:rsidP="00A27A6A">
      <w:pPr>
        <w:numPr>
          <w:ilvl w:val="2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Follow the graph box lines, use the least amount possible</w:t>
      </w:r>
    </w:p>
    <w:p w:rsidR="008C7A48" w:rsidRDefault="008C7A48" w:rsidP="00A27A6A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Count the number of boxes you took to get there and record this somewhere on the paper</w:t>
      </w:r>
    </w:p>
    <w:p w:rsidR="008C7A48" w:rsidRPr="00D33F7D" w:rsidRDefault="008C7A48" w:rsidP="00A27A6A">
      <w:pPr>
        <w:ind w:left="720"/>
        <w:rPr>
          <w:rFonts w:ascii="Arial" w:hAnsi="Arial" w:cs="Arial"/>
          <w:b/>
          <w:color w:val="480048"/>
          <w:sz w:val="38"/>
          <w:szCs w:val="38"/>
          <w:u w:val="single"/>
        </w:rPr>
      </w:pPr>
      <w:r>
        <w:rPr>
          <w:rFonts w:ascii="Arial" w:hAnsi="Arial" w:cs="Arial"/>
          <w:b/>
          <w:color w:val="480048"/>
          <w:sz w:val="38"/>
          <w:szCs w:val="38"/>
          <w:u w:val="single"/>
        </w:rPr>
        <w:t>Long way to class</w:t>
      </w:r>
    </w:p>
    <w:p w:rsidR="008C7A48" w:rsidRDefault="008C7A48" w:rsidP="00A27A6A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Start at A, go to B</w:t>
      </w:r>
    </w:p>
    <w:p w:rsidR="008C7A48" w:rsidRDefault="008C7A48" w:rsidP="00A27A6A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Follow the graph box lines, take as many detours as you want</w:t>
      </w:r>
    </w:p>
    <w:p w:rsidR="008C7A48" w:rsidRDefault="008C7A48" w:rsidP="00A27A6A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Count the number of boxes you took to get there and record this somewhere on the paper</w:t>
      </w:r>
    </w:p>
    <w:p w:rsidR="008C7A48" w:rsidRDefault="008C7A48" w:rsidP="00A27A6A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If you walked from Block 1 to Block 2 the short way on Wednesday, then walked the long way on Thursday…</w:t>
      </w:r>
    </w:p>
    <w:p w:rsidR="008C7A48" w:rsidRDefault="008C7A48" w:rsidP="00A27A6A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…did your walking distance change? Why?</w:t>
      </w:r>
    </w:p>
    <w:p w:rsidR="008C7A48" w:rsidRDefault="008C7A48" w:rsidP="00A27A6A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…did you displacement change?  Why?</w:t>
      </w:r>
    </w:p>
    <w:p w:rsidR="008C7A48" w:rsidRDefault="008C7A48" w:rsidP="00A27A6A">
      <w:pPr>
        <w:jc w:val="center"/>
        <w:rPr>
          <w:rFonts w:ascii="Arial" w:hAnsi="Arial" w:cs="Arial"/>
          <w:b/>
          <w:sz w:val="44"/>
          <w:szCs w:val="44"/>
        </w:rPr>
      </w:pPr>
    </w:p>
    <w:p w:rsidR="008C7A48" w:rsidRDefault="008C7A48" w:rsidP="00A27A6A">
      <w:pPr>
        <w:jc w:val="center"/>
        <w:rPr>
          <w:rFonts w:ascii="Arial" w:hAnsi="Arial" w:cs="Arial"/>
          <w:b/>
          <w:sz w:val="44"/>
          <w:szCs w:val="44"/>
        </w:rPr>
      </w:pPr>
    </w:p>
    <w:p w:rsidR="008C7A48" w:rsidRDefault="008C7A48" w:rsidP="00A27A6A">
      <w:pPr>
        <w:jc w:val="center"/>
        <w:rPr>
          <w:rFonts w:ascii="Arial" w:hAnsi="Arial" w:cs="Arial"/>
          <w:b/>
          <w:sz w:val="44"/>
          <w:szCs w:val="44"/>
        </w:rPr>
      </w:pPr>
    </w:p>
    <w:p w:rsidR="008C7A48" w:rsidRDefault="008C7A48" w:rsidP="00A27A6A">
      <w:pPr>
        <w:jc w:val="center"/>
        <w:rPr>
          <w:rFonts w:ascii="Arial" w:hAnsi="Arial" w:cs="Arial"/>
          <w:b/>
          <w:sz w:val="44"/>
          <w:szCs w:val="44"/>
        </w:rPr>
      </w:pPr>
    </w:p>
    <w:p w:rsidR="008C7A48" w:rsidRDefault="008C7A48" w:rsidP="00A27A6A">
      <w:pPr>
        <w:jc w:val="center"/>
        <w:rPr>
          <w:rFonts w:ascii="Arial" w:hAnsi="Arial" w:cs="Arial"/>
          <w:b/>
          <w:sz w:val="44"/>
          <w:szCs w:val="44"/>
        </w:rPr>
      </w:pPr>
    </w:p>
    <w:p w:rsidR="008C7A48" w:rsidRDefault="008C7A48" w:rsidP="00A27A6A">
      <w:pPr>
        <w:jc w:val="center"/>
        <w:rPr>
          <w:rFonts w:ascii="Arial" w:hAnsi="Arial" w:cs="Arial"/>
          <w:b/>
          <w:sz w:val="44"/>
          <w:szCs w:val="44"/>
        </w:rPr>
      </w:pPr>
    </w:p>
    <w:p w:rsidR="008C7A48" w:rsidRDefault="008C7A48" w:rsidP="00A27A6A">
      <w:pPr>
        <w:jc w:val="center"/>
        <w:rPr>
          <w:rFonts w:ascii="Arial" w:hAnsi="Arial" w:cs="Arial"/>
          <w:b/>
          <w:sz w:val="44"/>
          <w:szCs w:val="44"/>
        </w:rPr>
      </w:pPr>
    </w:p>
    <w:p w:rsidR="008C7A48" w:rsidRDefault="008C7A48" w:rsidP="00A27A6A">
      <w:pPr>
        <w:jc w:val="center"/>
        <w:rPr>
          <w:rFonts w:ascii="Arial" w:hAnsi="Arial" w:cs="Arial"/>
          <w:b/>
          <w:sz w:val="44"/>
          <w:szCs w:val="44"/>
        </w:rPr>
      </w:pPr>
    </w:p>
    <w:p w:rsidR="008C7A48" w:rsidRDefault="008C7A48" w:rsidP="00A27A6A">
      <w:pPr>
        <w:jc w:val="center"/>
        <w:rPr>
          <w:rFonts w:ascii="Arial" w:hAnsi="Arial" w:cs="Arial"/>
          <w:b/>
          <w:sz w:val="44"/>
          <w:szCs w:val="44"/>
        </w:rPr>
      </w:pPr>
    </w:p>
    <w:p w:rsidR="008C7A48" w:rsidRDefault="008C7A48" w:rsidP="00A27A6A">
      <w:pPr>
        <w:jc w:val="center"/>
        <w:rPr>
          <w:rFonts w:ascii="Arial" w:hAnsi="Arial" w:cs="Arial"/>
          <w:b/>
          <w:sz w:val="44"/>
          <w:szCs w:val="44"/>
        </w:rPr>
      </w:pPr>
    </w:p>
    <w:p w:rsidR="008C7A48" w:rsidRDefault="008C7A48" w:rsidP="00A27A6A">
      <w:pPr>
        <w:jc w:val="center"/>
        <w:rPr>
          <w:rFonts w:ascii="Arial" w:hAnsi="Arial" w:cs="Arial"/>
          <w:b/>
          <w:sz w:val="44"/>
          <w:szCs w:val="44"/>
        </w:rPr>
      </w:pPr>
    </w:p>
    <w:p w:rsidR="008C7A48" w:rsidRDefault="008C7A48" w:rsidP="00A27A6A">
      <w:pPr>
        <w:jc w:val="center"/>
        <w:rPr>
          <w:rFonts w:ascii="Arial" w:hAnsi="Arial" w:cs="Arial"/>
          <w:b/>
          <w:sz w:val="44"/>
          <w:szCs w:val="44"/>
        </w:rPr>
      </w:pPr>
    </w:p>
    <w:p w:rsidR="008C7A48" w:rsidRDefault="008C7A48" w:rsidP="00A27A6A">
      <w:pPr>
        <w:jc w:val="center"/>
        <w:rPr>
          <w:rFonts w:ascii="Arial" w:hAnsi="Arial" w:cs="Arial"/>
          <w:b/>
          <w:sz w:val="44"/>
          <w:szCs w:val="44"/>
        </w:rPr>
      </w:pPr>
    </w:p>
    <w:p w:rsidR="008C7A48" w:rsidRDefault="008C7A48" w:rsidP="00A27A6A">
      <w:pPr>
        <w:jc w:val="center"/>
        <w:rPr>
          <w:rFonts w:ascii="Arial" w:hAnsi="Arial" w:cs="Arial"/>
          <w:b/>
          <w:sz w:val="44"/>
          <w:szCs w:val="44"/>
        </w:rPr>
      </w:pPr>
    </w:p>
    <w:p w:rsidR="008C7A48" w:rsidRDefault="008C7A48" w:rsidP="00A27A6A">
      <w:pPr>
        <w:jc w:val="center"/>
        <w:rPr>
          <w:rFonts w:ascii="Arial" w:hAnsi="Arial" w:cs="Arial"/>
          <w:b/>
          <w:sz w:val="44"/>
          <w:szCs w:val="44"/>
        </w:rPr>
      </w:pPr>
    </w:p>
    <w:p w:rsidR="008C7A48" w:rsidRDefault="008C7A48"/>
    <w:sectPr w:rsidR="008C7A48" w:rsidSect="00F722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2576C2"/>
    <w:multiLevelType w:val="hybridMultilevel"/>
    <w:tmpl w:val="B22022D8"/>
    <w:lvl w:ilvl="0" w:tplc="00110409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0170409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7A6A"/>
    <w:rsid w:val="00115289"/>
    <w:rsid w:val="00215A51"/>
    <w:rsid w:val="002C6146"/>
    <w:rsid w:val="0032659A"/>
    <w:rsid w:val="003852F4"/>
    <w:rsid w:val="003E43A1"/>
    <w:rsid w:val="004D041B"/>
    <w:rsid w:val="005474F6"/>
    <w:rsid w:val="00857588"/>
    <w:rsid w:val="008C7A48"/>
    <w:rsid w:val="009B4188"/>
    <w:rsid w:val="009E024B"/>
    <w:rsid w:val="00A27A6A"/>
    <w:rsid w:val="00AE1118"/>
    <w:rsid w:val="00C64E7A"/>
    <w:rsid w:val="00CD0678"/>
    <w:rsid w:val="00D33F7D"/>
    <w:rsid w:val="00DE7D38"/>
    <w:rsid w:val="00F47F65"/>
    <w:rsid w:val="00F72293"/>
    <w:rsid w:val="00FE3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A6A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226</TotalTime>
  <Pages>4</Pages>
  <Words>201</Words>
  <Characters>1147</Characters>
  <Application>Microsoft Office Outlook</Application>
  <DocSecurity>0</DocSecurity>
  <Lines>0</Lines>
  <Paragraphs>0</Paragraphs>
  <ScaleCrop>false</ScaleCrop>
  <Company>Norristown Area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Laskey, Concetta</dc:creator>
  <cp:keywords/>
  <dc:description/>
  <cp:lastModifiedBy>NASD</cp:lastModifiedBy>
  <cp:revision>14</cp:revision>
  <dcterms:created xsi:type="dcterms:W3CDTF">2010-10-07T19:58:00Z</dcterms:created>
  <dcterms:modified xsi:type="dcterms:W3CDTF">2010-10-11T15:29:00Z</dcterms:modified>
</cp:coreProperties>
</file>